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B52EA4F-D9E3-4BEE-8573-EBA3060B51F9}"/>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